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09650" w14:textId="77777777" w:rsidR="003E08E1" w:rsidRPr="00EB5B5D" w:rsidRDefault="00997F14" w:rsidP="003E08E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3E08E1" w:rsidRPr="00EB5B5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98A8AA9" w14:textId="77777777" w:rsidR="003E08E1" w:rsidRPr="00EB5B5D" w:rsidRDefault="003E08E1" w:rsidP="003E08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3E08E1" w:rsidRPr="00E33FD0" w:rsidRDefault="003E08E1" w:rsidP="003E08E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Pr="00E33FD0">
        <w:rPr>
          <w:rFonts w:ascii="Corbel" w:hAnsi="Corbel"/>
          <w:b/>
          <w:iCs/>
          <w:smallCaps/>
          <w:sz w:val="24"/>
          <w:szCs w:val="24"/>
        </w:rPr>
        <w:t>2020-202</w:t>
      </w:r>
      <w:r w:rsidR="00D14D68">
        <w:rPr>
          <w:rFonts w:ascii="Corbel" w:hAnsi="Corbel"/>
          <w:b/>
          <w:iCs/>
          <w:smallCaps/>
          <w:sz w:val="24"/>
          <w:szCs w:val="24"/>
        </w:rPr>
        <w:t>3</w:t>
      </w:r>
    </w:p>
    <w:p w14:paraId="0F05DE12" w14:textId="1E487D8A" w:rsidR="003E08E1" w:rsidRPr="00EB5B5D" w:rsidRDefault="003E08E1" w:rsidP="003E08E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6A4DE0">
        <w:rPr>
          <w:rFonts w:ascii="Corbel" w:hAnsi="Corbel"/>
          <w:sz w:val="24"/>
          <w:szCs w:val="24"/>
        </w:rPr>
        <w:t>2</w:t>
      </w:r>
      <w:r w:rsidRPr="00EB5B5D">
        <w:rPr>
          <w:rFonts w:ascii="Corbel" w:hAnsi="Corbel"/>
          <w:sz w:val="24"/>
          <w:szCs w:val="24"/>
        </w:rPr>
        <w:t>/202</w:t>
      </w:r>
      <w:r w:rsidR="006A4DE0">
        <w:rPr>
          <w:rFonts w:ascii="Corbel" w:hAnsi="Corbel"/>
          <w:sz w:val="24"/>
          <w:szCs w:val="24"/>
        </w:rPr>
        <w:t>3</w:t>
      </w:r>
    </w:p>
    <w:p w14:paraId="672A6659" w14:textId="77777777" w:rsidR="0085747A" w:rsidRPr="009C54AE" w:rsidRDefault="0085747A" w:rsidP="003E08E1">
      <w:pPr>
        <w:spacing w:line="240" w:lineRule="auto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45A27780" w14:textId="77777777" w:rsidTr="3F7B6EA3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77D46C15" w14:textId="77777777" w:rsidR="0085747A" w:rsidRPr="009C54AE" w:rsidRDefault="00AD1A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działalności gospodarczej</w:t>
            </w:r>
          </w:p>
        </w:tc>
      </w:tr>
      <w:tr w:rsidR="0085747A" w:rsidRPr="009C54AE" w14:paraId="0B46CC26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3A470EC0" w14:textId="77777777" w:rsidR="0085747A" w:rsidRPr="009C54AE" w:rsidRDefault="00B10B92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r w:rsidR="00421812">
              <w:rPr>
                <w:rFonts w:ascii="Corbel" w:hAnsi="Corbel"/>
                <w:b w:val="0"/>
                <w:sz w:val="24"/>
                <w:szCs w:val="24"/>
              </w:rPr>
              <w:t>RP</w:t>
            </w:r>
            <w:r>
              <w:rPr>
                <w:rFonts w:ascii="Corbel" w:hAnsi="Corbel"/>
                <w:b w:val="0"/>
                <w:sz w:val="24"/>
                <w:szCs w:val="24"/>
              </w:rPr>
              <w:t>/C-1.11b</w:t>
            </w:r>
          </w:p>
        </w:tc>
      </w:tr>
      <w:tr w:rsidR="0085747A" w:rsidRPr="009C54AE" w14:paraId="0B2695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79DB5D10" w14:textId="2C074B54" w:rsidR="0085747A" w:rsidRPr="002623F7" w:rsidRDefault="00E65E3F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EDD8FD7" w:rsidR="0085747A" w:rsidRPr="009C54AE" w:rsidRDefault="6C4C636B" w:rsidP="3F7B6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7B6EA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30CAEA8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795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3F7B6EA3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3F7B6EA3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3F7B6EA3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421812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3F7B6EA3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Kazimierz Cyran, 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228B5490" w14:textId="06F49C6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65E3F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EF2F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2E2C926A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740A8B3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1A68" w:rsidRPr="009C54AE" w14:paraId="68CB0543" w14:textId="77777777" w:rsidTr="009D6AA8">
        <w:tc>
          <w:tcPr>
            <w:tcW w:w="9639" w:type="dxa"/>
          </w:tcPr>
          <w:p w14:paraId="40C99416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AD1A68" w:rsidRPr="009C54AE" w14:paraId="194E6EBE" w14:textId="77777777" w:rsidTr="007E337B">
        <w:tc>
          <w:tcPr>
            <w:tcW w:w="9639" w:type="dxa"/>
          </w:tcPr>
          <w:p w14:paraId="2D6B42D6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Układ i struktura planów gospodarczych. </w:t>
            </w:r>
          </w:p>
        </w:tc>
      </w:tr>
      <w:tr w:rsidR="00AD1A68" w:rsidRPr="009C54AE" w14:paraId="063011FA" w14:textId="77777777" w:rsidTr="007E337B">
        <w:tc>
          <w:tcPr>
            <w:tcW w:w="9639" w:type="dxa"/>
          </w:tcPr>
          <w:p w14:paraId="5E8C3FEF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metodyczne przygotowywania planów gospodarczych.</w:t>
            </w:r>
          </w:p>
        </w:tc>
      </w:tr>
      <w:tr w:rsidR="00AD1A68" w:rsidRPr="009C54AE" w14:paraId="4BDE89C7" w14:textId="77777777" w:rsidTr="007E337B">
        <w:tc>
          <w:tcPr>
            <w:tcW w:w="9639" w:type="dxa"/>
          </w:tcPr>
          <w:p w14:paraId="51575797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AD1A68" w:rsidRPr="009C54AE" w14:paraId="3F6FAF1F" w14:textId="77777777" w:rsidTr="007E337B">
        <w:tc>
          <w:tcPr>
            <w:tcW w:w="9639" w:type="dxa"/>
          </w:tcPr>
          <w:p w14:paraId="2E52CEF6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budowy marketingowego planu działania z uwzględnieniem produktu, głównych odbiorców, konkurencji,  polityki cen, dystrybucji, oraz działań promocyjnych.</w:t>
            </w:r>
          </w:p>
        </w:tc>
      </w:tr>
      <w:tr w:rsidR="00AD1A68" w:rsidRPr="009C54AE" w14:paraId="1F010EDA" w14:textId="77777777" w:rsidTr="007E337B">
        <w:tc>
          <w:tcPr>
            <w:tcW w:w="9639" w:type="dxa"/>
          </w:tcPr>
          <w:p w14:paraId="3AE249A5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Opracowanie planu działalności gospodarczej </w:t>
            </w:r>
            <w:proofErr w:type="spellStart"/>
            <w:r w:rsidRPr="00AD1A68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AD1A68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AD1A68" w:rsidRPr="009C54AE" w14:paraId="5E652224" w14:textId="77777777" w:rsidTr="007E337B">
        <w:tc>
          <w:tcPr>
            <w:tcW w:w="9639" w:type="dxa"/>
          </w:tcPr>
          <w:p w14:paraId="26B53EC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AD1A68" w:rsidRPr="009C54AE" w14:paraId="38238F88" w14:textId="77777777" w:rsidTr="007E337B">
        <w:tc>
          <w:tcPr>
            <w:tcW w:w="9639" w:type="dxa"/>
          </w:tcPr>
          <w:p w14:paraId="2E99C1E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Opracowanie planu finansowego tj. prognozy przychodów, prognozy kosztów, rachunku wyników, bilansu i rachunku przepływów pieniężnych </w:t>
            </w:r>
          </w:p>
        </w:tc>
      </w:tr>
      <w:tr w:rsidR="00AD1A68" w:rsidRPr="009C54AE" w14:paraId="56A19A08" w14:textId="77777777" w:rsidTr="007E337B">
        <w:tc>
          <w:tcPr>
            <w:tcW w:w="9639" w:type="dxa"/>
          </w:tcPr>
          <w:p w14:paraId="5437FDD4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Metody oceny ekonomiczno</w:t>
            </w:r>
            <w:r w:rsidR="00B2681C">
              <w:rPr>
                <w:rFonts w:ascii="Corbel" w:hAnsi="Corbel"/>
                <w:sz w:val="24"/>
                <w:szCs w:val="24"/>
              </w:rPr>
              <w:t>-</w:t>
            </w:r>
            <w:r w:rsidRPr="00AD1A68">
              <w:rPr>
                <w:rFonts w:ascii="Corbel" w:hAnsi="Corbel"/>
                <w:sz w:val="24"/>
                <w:szCs w:val="24"/>
              </w:rPr>
              <w:t xml:space="preserve">finansowej planów gospodarczych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77777777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D97FB6" w:rsidRPr="003E08E1">
        <w:rPr>
          <w:rFonts w:ascii="Corbel" w:hAnsi="Corbel"/>
          <w:b w:val="0"/>
          <w:smallCaps w:val="0"/>
          <w:szCs w:val="24"/>
        </w:rPr>
        <w:t>Ćwiczenia audytoryjne i projektowe. Studenci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9C54AE" w14:paraId="4200E036" w14:textId="77777777" w:rsidTr="008272CB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00B22F29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00B22F29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3F7B6EA3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17DBA899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3F7B6EA3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 xml:space="preserve"> </w:t>
            </w:r>
            <w:r w:rsidR="37857C0C" w:rsidRPr="3F7B6EA3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53FFAE1C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77FEF0BE" w:rsidRPr="3F7B6EA3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3F7B6EA3">
              <w:rPr>
                <w:rFonts w:ascii="Corbel" w:hAnsi="Corbel"/>
                <w:b w:val="0"/>
                <w:smallCaps w:val="0"/>
              </w:rPr>
              <w:t>praca zaliczeniowa</w:t>
            </w:r>
            <w:r w:rsidR="5407BA6A" w:rsidRPr="3F7B6EA3">
              <w:rPr>
                <w:rFonts w:ascii="Corbel" w:hAnsi="Corbel"/>
                <w:b w:val="0"/>
                <w:smallCaps w:val="0"/>
              </w:rPr>
              <w:t xml:space="preserve"> (referat)</w:t>
            </w:r>
            <w:r w:rsidRPr="3F7B6EA3">
              <w:rPr>
                <w:rFonts w:ascii="Corbel" w:hAnsi="Corbel"/>
                <w:b w:val="0"/>
                <w:smallCaps w:val="0"/>
              </w:rPr>
              <w:t>, którą jest plan</w:t>
            </w:r>
            <w:r w:rsidR="1491E09A" w:rsidRPr="3F7B6EA3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3F7B6EA3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w/w punkty dopisują się do ogólnej liczby punktów jakie student zgromadził w trakcie trwania przedmiotu.</w:t>
            </w:r>
          </w:p>
          <w:p w14:paraId="1D785DC5" w14:textId="77777777" w:rsidR="0085747A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Warunkiem uzyskania zaliczenia jest zgromadzenie min 51 % punktów możliwych do zdobycia w w/w składowych, przy jednoczesnym założeniu, że analogiczny warunek zostanie spełniony 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3F7B6EA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3F7B6EA3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EF2F66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16E8161" w14:textId="77777777" w:rsidTr="3F7B6EA3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3F7B6EA3">
        <w:tc>
          <w:tcPr>
            <w:tcW w:w="4962" w:type="dxa"/>
          </w:tcPr>
          <w:p w14:paraId="2DF1B5BC" w14:textId="631F92D8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F7B6EA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513CDCA4" w:rsidRPr="3F7B6EA3">
              <w:rPr>
                <w:rFonts w:ascii="Corbel" w:hAnsi="Corbel"/>
                <w:sz w:val="24"/>
                <w:szCs w:val="24"/>
              </w:rPr>
              <w:t xml:space="preserve"> 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3FF79CDC" w:rsidRPr="3F7B6EA3">
              <w:rPr>
                <w:rFonts w:ascii="Corbel" w:hAnsi="Corbel"/>
                <w:sz w:val="24"/>
                <w:szCs w:val="24"/>
              </w:rPr>
              <w:t>kolokwium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632AD68E" w:rsidRPr="3F7B6EA3">
              <w:rPr>
                <w:rFonts w:ascii="Corbel" w:hAnsi="Corbel"/>
                <w:sz w:val="24"/>
                <w:szCs w:val="24"/>
              </w:rPr>
              <w:t>pracy zaliczeniowej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26D80A2" w14:textId="77777777" w:rsidR="00C61DC5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F609D">
              <w:rPr>
                <w:rFonts w:ascii="Corbel" w:hAnsi="Corbel"/>
                <w:sz w:val="24"/>
                <w:szCs w:val="24"/>
              </w:rPr>
              <w:t>8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3F7B6EA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3F7B6EA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3F7B6EA3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06125694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344B8A60" w14:textId="7C37FB8A" w:rsidR="44CA9F8C" w:rsidRDefault="44CA9F8C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3F7B6EA3">
              <w:rPr>
                <w:rFonts w:ascii="Corbel" w:hAnsi="Corbel"/>
              </w:rPr>
              <w:t xml:space="preserve">Skrzypek J., Filar E, 2012, Biznes Plan; model najlepszych praktyk. Wydawnictwo </w:t>
            </w:r>
            <w:proofErr w:type="spellStart"/>
            <w:r w:rsidRPr="3F7B6EA3">
              <w:rPr>
                <w:rFonts w:ascii="Corbel" w:hAnsi="Corbel"/>
              </w:rPr>
              <w:t>Poltext</w:t>
            </w:r>
            <w:proofErr w:type="spellEnd"/>
            <w:r w:rsidRPr="3F7B6EA3">
              <w:rPr>
                <w:rFonts w:ascii="Corbel" w:hAnsi="Corbel"/>
              </w:rPr>
              <w:t xml:space="preserve">, Warszawa  </w:t>
            </w:r>
          </w:p>
          <w:p w14:paraId="3DB45BC2" w14:textId="77777777" w:rsidR="00B25F60" w:rsidRPr="00F8682C" w:rsidRDefault="1B7C1F52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proofErr w:type="spellStart"/>
            <w:r w:rsidRPr="3F7B6EA3">
              <w:rPr>
                <w:rFonts w:ascii="Corbel" w:hAnsi="Corbel"/>
              </w:rPr>
              <w:t>Hermaniuk</w:t>
            </w:r>
            <w:proofErr w:type="spellEnd"/>
            <w:r w:rsidRPr="3F7B6EA3">
              <w:rPr>
                <w:rFonts w:ascii="Corbel" w:hAnsi="Corbel"/>
              </w:rPr>
              <w:t xml:space="preserve"> T., 2014, Biznesplan pytania i odpowiedzi, Wydawnictwo Difin Warszawa</w:t>
            </w:r>
          </w:p>
        </w:tc>
      </w:tr>
      <w:tr w:rsidR="00B25F60" w:rsidRPr="00F8682C" w14:paraId="3E074D21" w14:textId="77777777" w:rsidTr="3F7B6EA3">
        <w:trPr>
          <w:trHeight w:val="397"/>
          <w:jc w:val="center"/>
        </w:trPr>
        <w:tc>
          <w:tcPr>
            <w:tcW w:w="7513" w:type="dxa"/>
          </w:tcPr>
          <w:p w14:paraId="218CA5F3" w14:textId="77777777" w:rsidR="00B25F60" w:rsidRPr="00F8682C" w:rsidRDefault="1B7C1F52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00F5A17D" w14:textId="0EFD545D" w:rsidR="00B25F60" w:rsidRPr="00F8682C" w:rsidRDefault="06125694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</w:t>
            </w:r>
            <w:proofErr w:type="spellStart"/>
            <w:r w:rsidRPr="3F7B6EA3">
              <w:rPr>
                <w:rFonts w:ascii="Corbel" w:hAnsi="Corbel"/>
                <w:b w:val="0"/>
                <w:smallCaps w:val="0"/>
              </w:rPr>
              <w:t>Poltext</w:t>
            </w:r>
            <w:proofErr w:type="spellEnd"/>
            <w:r w:rsidRPr="3F7B6EA3">
              <w:rPr>
                <w:rFonts w:ascii="Corbel" w:hAnsi="Corbel"/>
                <w:b w:val="0"/>
                <w:smallCaps w:val="0"/>
              </w:rPr>
              <w:t xml:space="preserve">, Warszawa </w:t>
            </w:r>
          </w:p>
          <w:p w14:paraId="27953CF5" w14:textId="2055D61A" w:rsidR="00B25F60" w:rsidRPr="00F8682C" w:rsidRDefault="0684CF36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 xml:space="preserve">Pawlak Z. 2008. Biznes Plan. Wydawnictwo </w:t>
            </w:r>
            <w:proofErr w:type="spellStart"/>
            <w:r w:rsidRPr="3F7B6EA3">
              <w:rPr>
                <w:rFonts w:ascii="Corbel" w:hAnsi="Corbel"/>
                <w:b w:val="0"/>
                <w:smallCaps w:val="0"/>
              </w:rPr>
              <w:t>Poltext</w:t>
            </w:r>
            <w:proofErr w:type="spellEnd"/>
            <w:r w:rsidRPr="3F7B6EA3">
              <w:rPr>
                <w:rFonts w:ascii="Corbel" w:hAnsi="Corbel"/>
                <w:b w:val="0"/>
                <w:smallCaps w:val="0"/>
              </w:rPr>
              <w:t>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D2948" w14:textId="77777777" w:rsidR="00FB1715" w:rsidRDefault="00FB1715" w:rsidP="00C16ABF">
      <w:pPr>
        <w:spacing w:after="0" w:line="240" w:lineRule="auto"/>
      </w:pPr>
      <w:r>
        <w:separator/>
      </w:r>
    </w:p>
  </w:endnote>
  <w:endnote w:type="continuationSeparator" w:id="0">
    <w:p w14:paraId="1910CA6F" w14:textId="77777777" w:rsidR="00FB1715" w:rsidRDefault="00FB17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15F53" w14:textId="77777777" w:rsidR="00FB1715" w:rsidRDefault="00FB1715" w:rsidP="00C16ABF">
      <w:pPr>
        <w:spacing w:after="0" w:line="240" w:lineRule="auto"/>
      </w:pPr>
      <w:r>
        <w:separator/>
      </w:r>
    </w:p>
  </w:footnote>
  <w:footnote w:type="continuationSeparator" w:id="0">
    <w:p w14:paraId="06FAD474" w14:textId="77777777" w:rsidR="00FB1715" w:rsidRDefault="00FB1715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2017"/>
    <w:rsid w:val="000048FD"/>
    <w:rsid w:val="000077B4"/>
    <w:rsid w:val="00013CB1"/>
    <w:rsid w:val="00015B8F"/>
    <w:rsid w:val="00022ECE"/>
    <w:rsid w:val="0002795D"/>
    <w:rsid w:val="000302A3"/>
    <w:rsid w:val="00042A51"/>
    <w:rsid w:val="00042D2E"/>
    <w:rsid w:val="00044C82"/>
    <w:rsid w:val="00060A83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109"/>
    <w:rsid w:val="000F0BB3"/>
    <w:rsid w:val="000F1C57"/>
    <w:rsid w:val="000F5615"/>
    <w:rsid w:val="00112794"/>
    <w:rsid w:val="0012560E"/>
    <w:rsid w:val="00127108"/>
    <w:rsid w:val="00134B13"/>
    <w:rsid w:val="00143AF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4ABC"/>
    <w:rsid w:val="00257ED3"/>
    <w:rsid w:val="00260408"/>
    <w:rsid w:val="002623F7"/>
    <w:rsid w:val="00267FB7"/>
    <w:rsid w:val="0027412E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A0A5B"/>
    <w:rsid w:val="003A1176"/>
    <w:rsid w:val="003C0BAE"/>
    <w:rsid w:val="003D18A9"/>
    <w:rsid w:val="003D6CE2"/>
    <w:rsid w:val="003E08E1"/>
    <w:rsid w:val="003E1941"/>
    <w:rsid w:val="003E2FE6"/>
    <w:rsid w:val="003E49D5"/>
    <w:rsid w:val="003F38C0"/>
    <w:rsid w:val="00414E3C"/>
    <w:rsid w:val="00421812"/>
    <w:rsid w:val="0042244A"/>
    <w:rsid w:val="0042745A"/>
    <w:rsid w:val="00431D5C"/>
    <w:rsid w:val="00431FED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343"/>
    <w:rsid w:val="00491678"/>
    <w:rsid w:val="004968E2"/>
    <w:rsid w:val="004A3EEA"/>
    <w:rsid w:val="004A4D1F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D535C"/>
    <w:rsid w:val="005E089A"/>
    <w:rsid w:val="005E6E85"/>
    <w:rsid w:val="005F31D2"/>
    <w:rsid w:val="00603281"/>
    <w:rsid w:val="0061029B"/>
    <w:rsid w:val="00613BE0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A4DE0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62A3A"/>
    <w:rsid w:val="00763BF1"/>
    <w:rsid w:val="0076455C"/>
    <w:rsid w:val="00766FD4"/>
    <w:rsid w:val="00771F51"/>
    <w:rsid w:val="0078168C"/>
    <w:rsid w:val="00790E27"/>
    <w:rsid w:val="007918CB"/>
    <w:rsid w:val="007A4022"/>
    <w:rsid w:val="007A6E6E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290A"/>
    <w:rsid w:val="008D3DFB"/>
    <w:rsid w:val="008E3980"/>
    <w:rsid w:val="008E64F4"/>
    <w:rsid w:val="008F12C9"/>
    <w:rsid w:val="008F6E29"/>
    <w:rsid w:val="00915231"/>
    <w:rsid w:val="00916188"/>
    <w:rsid w:val="00923D7D"/>
    <w:rsid w:val="0094491A"/>
    <w:rsid w:val="009508DF"/>
    <w:rsid w:val="00950DAC"/>
    <w:rsid w:val="00954A07"/>
    <w:rsid w:val="00963A97"/>
    <w:rsid w:val="00997F14"/>
    <w:rsid w:val="009A78D9"/>
    <w:rsid w:val="009B76E7"/>
    <w:rsid w:val="009C3E31"/>
    <w:rsid w:val="009C54AE"/>
    <w:rsid w:val="009C788E"/>
    <w:rsid w:val="009D6AA8"/>
    <w:rsid w:val="009E3B41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4868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4D68"/>
    <w:rsid w:val="00D17C3C"/>
    <w:rsid w:val="00D26B2C"/>
    <w:rsid w:val="00D352C9"/>
    <w:rsid w:val="00D425B2"/>
    <w:rsid w:val="00D5502F"/>
    <w:rsid w:val="00D552B2"/>
    <w:rsid w:val="00D608D1"/>
    <w:rsid w:val="00D74119"/>
    <w:rsid w:val="00D8075B"/>
    <w:rsid w:val="00D8678B"/>
    <w:rsid w:val="00D97FB6"/>
    <w:rsid w:val="00DA2114"/>
    <w:rsid w:val="00DD620C"/>
    <w:rsid w:val="00DF320D"/>
    <w:rsid w:val="00E129B8"/>
    <w:rsid w:val="00E17E08"/>
    <w:rsid w:val="00E21E7D"/>
    <w:rsid w:val="00E22FBC"/>
    <w:rsid w:val="00E24BF5"/>
    <w:rsid w:val="00E25338"/>
    <w:rsid w:val="00E51E44"/>
    <w:rsid w:val="00E63348"/>
    <w:rsid w:val="00E65E3F"/>
    <w:rsid w:val="00E7533E"/>
    <w:rsid w:val="00E77E88"/>
    <w:rsid w:val="00E8107D"/>
    <w:rsid w:val="00E8382A"/>
    <w:rsid w:val="00E939FF"/>
    <w:rsid w:val="00EB585F"/>
    <w:rsid w:val="00EC4899"/>
    <w:rsid w:val="00ED03AB"/>
    <w:rsid w:val="00ED32D2"/>
    <w:rsid w:val="00EE32DE"/>
    <w:rsid w:val="00EE5457"/>
    <w:rsid w:val="00EF2F66"/>
    <w:rsid w:val="00EF3C3E"/>
    <w:rsid w:val="00F070AB"/>
    <w:rsid w:val="00F27A7B"/>
    <w:rsid w:val="00F406BC"/>
    <w:rsid w:val="00F617C3"/>
    <w:rsid w:val="00F7066B"/>
    <w:rsid w:val="00F8682C"/>
    <w:rsid w:val="00FB1715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6125694"/>
    <w:rsid w:val="0684CF36"/>
    <w:rsid w:val="0B115E36"/>
    <w:rsid w:val="1491E09A"/>
    <w:rsid w:val="1B7C1F52"/>
    <w:rsid w:val="29909A92"/>
    <w:rsid w:val="37857C0C"/>
    <w:rsid w:val="3F7B6EA3"/>
    <w:rsid w:val="3FF79CDC"/>
    <w:rsid w:val="44CA9F8C"/>
    <w:rsid w:val="513CDCA4"/>
    <w:rsid w:val="5407BA6A"/>
    <w:rsid w:val="5A9CFD27"/>
    <w:rsid w:val="632AD68E"/>
    <w:rsid w:val="6C4C636B"/>
    <w:rsid w:val="70BE1D06"/>
    <w:rsid w:val="77FEF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5864"/>
  <w15:chartTrackingRefBased/>
  <w15:docId w15:val="{723AE826-702B-4FEA-AEE6-C9C8000E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DE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E2EF6-A9E6-4E2F-B5FA-13DD021B40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04C23-45A1-4F4D-BC55-3328A93E7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576B95-D4DA-419D-BEF7-D75A3117C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1040</Words>
  <Characters>6240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Ewelina Rabiej</cp:lastModifiedBy>
  <cp:revision>11</cp:revision>
  <cp:lastPrinted>2017-04-27T18:28:00Z</cp:lastPrinted>
  <dcterms:created xsi:type="dcterms:W3CDTF">2021-01-13T10:07:00Z</dcterms:created>
  <dcterms:modified xsi:type="dcterms:W3CDTF">2021-11-02T20:35:00Z</dcterms:modified>
</cp:coreProperties>
</file>